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09" w:rsidRPr="00F41209" w:rsidRDefault="00F41209" w:rsidP="00D66962">
      <w:pPr>
        <w:spacing w:after="0" w:line="300" w:lineRule="auto"/>
        <w:rPr>
          <w:b/>
        </w:rPr>
      </w:pPr>
      <w:r>
        <w:t xml:space="preserve">                                                                                                                         </w:t>
      </w:r>
      <w:r w:rsidR="004843CB">
        <w:t xml:space="preserve">      </w:t>
      </w:r>
      <w:bookmarkStart w:id="0" w:name="_GoBack"/>
      <w:bookmarkEnd w:id="0"/>
      <w:r w:rsidRPr="00F41209">
        <w:rPr>
          <w:b/>
        </w:rPr>
        <w:t>Załącznik nr 9 do SWKO</w:t>
      </w:r>
    </w:p>
    <w:p w:rsidR="00F41209" w:rsidRDefault="00F41209" w:rsidP="00D66962">
      <w:pPr>
        <w:spacing w:after="0" w:line="300" w:lineRule="auto"/>
      </w:pPr>
    </w:p>
    <w:p w:rsidR="00D66962" w:rsidRDefault="00D66962" w:rsidP="00D66962">
      <w:pPr>
        <w:spacing w:after="0" w:line="300" w:lineRule="auto"/>
      </w:pPr>
      <w:r>
        <w:t>……………………………………………….</w:t>
      </w:r>
    </w:p>
    <w:p w:rsidR="00D66962" w:rsidRDefault="00D66962" w:rsidP="00D66962">
      <w:pPr>
        <w:spacing w:after="0" w:line="300" w:lineRule="auto"/>
      </w:pPr>
      <w:r>
        <w:t xml:space="preserve">    Imię</w:t>
      </w:r>
      <w:r w:rsidR="00F41209">
        <w:t xml:space="preserve"> i </w:t>
      </w:r>
      <w:r>
        <w:t xml:space="preserve"> nazwisko</w:t>
      </w:r>
      <w:r w:rsidR="00F41209">
        <w:t xml:space="preserve"> </w:t>
      </w:r>
    </w:p>
    <w:p w:rsidR="00D66962" w:rsidRDefault="00D66962" w:rsidP="00E36F90">
      <w:pPr>
        <w:spacing w:after="0" w:line="300" w:lineRule="auto"/>
        <w:ind w:left="4536"/>
      </w:pPr>
    </w:p>
    <w:p w:rsidR="00D66962" w:rsidRDefault="00D66962" w:rsidP="00E36F90">
      <w:pPr>
        <w:spacing w:after="0" w:line="300" w:lineRule="auto"/>
        <w:ind w:left="4536"/>
      </w:pPr>
    </w:p>
    <w:p w:rsidR="00E36F90" w:rsidRPr="00673955" w:rsidRDefault="00E36F90" w:rsidP="00E36F90">
      <w:pPr>
        <w:spacing w:after="0" w:line="300" w:lineRule="auto"/>
        <w:jc w:val="center"/>
        <w:rPr>
          <w:b/>
        </w:rPr>
      </w:pPr>
      <w:r w:rsidRPr="00673955">
        <w:rPr>
          <w:b/>
        </w:rPr>
        <w:t>OŚWIADCZENIE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ab/>
        <w:t>Ja, niżej podpisana/</w:t>
      </w:r>
      <w:r w:rsidR="000008DB">
        <w:t>-</w:t>
      </w:r>
      <w:proofErr w:type="spellStart"/>
      <w:r>
        <w:t>ny</w:t>
      </w:r>
      <w:proofErr w:type="spellEnd"/>
      <w:r>
        <w:t xml:space="preserve"> oświadczam, że zapoznałam/em się z </w:t>
      </w:r>
      <w:r w:rsidR="002D2F8F" w:rsidRPr="000008DB">
        <w:rPr>
          <w:b/>
        </w:rPr>
        <w:t>Regulaminem dokonywania wewnętrznych zgłoszeń  naruszeń prawa oraz podejmowania działań następczych</w:t>
      </w:r>
      <w:r>
        <w:t xml:space="preserve"> Samodzielnego Zespołu Publicznych Zakładów Lecznictwa Otwartego Warszawa Praga Południe</w:t>
      </w:r>
      <w:r w:rsidR="002D2F8F">
        <w:t>, wprowadzon</w:t>
      </w:r>
      <w:r w:rsidR="000008DB">
        <w:t>ym</w:t>
      </w:r>
      <w:r w:rsidR="002D2F8F">
        <w:t xml:space="preserve"> Zarządzeniem  Dyrektora </w:t>
      </w:r>
      <w:r w:rsidR="000008DB">
        <w:t xml:space="preserve"> nr 96 z dnia 17 grudnia 2024</w:t>
      </w:r>
      <w:r w:rsidR="002D2F8F">
        <w:t>r</w:t>
      </w:r>
      <w:r w:rsidR="000008DB">
        <w:t>.</w:t>
      </w:r>
      <w:r w:rsidR="002201F5">
        <w:t>, rozumiem jego treść</w:t>
      </w:r>
      <w:r>
        <w:t xml:space="preserve"> i zobowiązuję się do jego przestrzegania i stosowania.</w:t>
      </w:r>
    </w:p>
    <w:p w:rsidR="00E36F90" w:rsidRDefault="00E36F90" w:rsidP="00E36F90">
      <w:pPr>
        <w:spacing w:after="0" w:line="300" w:lineRule="auto"/>
      </w:pPr>
      <w:r>
        <w:tab/>
      </w:r>
    </w:p>
    <w:p w:rsidR="00F41209" w:rsidRDefault="00F41209" w:rsidP="00E36F90">
      <w:pPr>
        <w:spacing w:after="0" w:line="300" w:lineRule="auto"/>
      </w:pPr>
      <w:r>
        <w:t>Warszawa, dnia…………………</w:t>
      </w:r>
      <w:r w:rsidR="00E36F90">
        <w:t xml:space="preserve">                                            </w:t>
      </w:r>
    </w:p>
    <w:p w:rsidR="00F41209" w:rsidRDefault="00F41209" w:rsidP="00E36F90">
      <w:pPr>
        <w:spacing w:after="0" w:line="300" w:lineRule="auto"/>
      </w:pPr>
    </w:p>
    <w:p w:rsidR="00F41209" w:rsidRDefault="00F41209" w:rsidP="00E36F90">
      <w:pPr>
        <w:spacing w:after="0" w:line="300" w:lineRule="auto"/>
      </w:pPr>
    </w:p>
    <w:p w:rsidR="00E36F90" w:rsidRDefault="00F41209" w:rsidP="00E36F90">
      <w:pPr>
        <w:spacing w:after="0" w:line="300" w:lineRule="auto"/>
      </w:pPr>
      <w:r>
        <w:t xml:space="preserve">                                                                                            </w:t>
      </w:r>
      <w:r w:rsidR="00E36F90">
        <w:t>………………………………………</w:t>
      </w:r>
      <w:r w:rsidR="002201F5">
        <w:t>…………………………</w:t>
      </w:r>
      <w:r w:rsidR="00E36F90">
        <w:t>……..</w:t>
      </w:r>
    </w:p>
    <w:p w:rsidR="002201F5" w:rsidRDefault="00E36F90" w:rsidP="00E36F90">
      <w:pPr>
        <w:spacing w:after="0" w:line="300" w:lineRule="auto"/>
        <w:ind w:left="4536"/>
      </w:pPr>
      <w:r>
        <w:t xml:space="preserve">                                                                        </w:t>
      </w:r>
    </w:p>
    <w:p w:rsidR="00E36F90" w:rsidRPr="00F41209" w:rsidRDefault="00F41209" w:rsidP="00E36F90">
      <w:pPr>
        <w:spacing w:after="0" w:line="300" w:lineRule="auto"/>
        <w:ind w:left="4536"/>
        <w:rPr>
          <w:i/>
        </w:rPr>
      </w:pPr>
      <w:r w:rsidRPr="00F41209">
        <w:rPr>
          <w:i/>
        </w:rPr>
        <w:t xml:space="preserve">                             </w:t>
      </w:r>
      <w:r w:rsidR="002201F5" w:rsidRPr="00F41209">
        <w:rPr>
          <w:i/>
        </w:rPr>
        <w:t>(</w:t>
      </w:r>
      <w:r w:rsidR="00E36F90" w:rsidRPr="00F41209">
        <w:rPr>
          <w:i/>
        </w:rPr>
        <w:t xml:space="preserve"> czytelny podpis</w:t>
      </w:r>
      <w:r w:rsidR="006407C8">
        <w:rPr>
          <w:i/>
        </w:rPr>
        <w:t xml:space="preserve"> Oferenta</w:t>
      </w:r>
      <w:r w:rsidR="00E36F90" w:rsidRPr="00F41209">
        <w:rPr>
          <w:i/>
        </w:rPr>
        <w:t>)</w:t>
      </w: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8B722D" w:rsidRDefault="004843CB"/>
    <w:sectPr w:rsidR="008B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90"/>
    <w:rsid w:val="000008DB"/>
    <w:rsid w:val="00075C8E"/>
    <w:rsid w:val="002201F5"/>
    <w:rsid w:val="0029483F"/>
    <w:rsid w:val="002D2F8F"/>
    <w:rsid w:val="003E34C7"/>
    <w:rsid w:val="004843CB"/>
    <w:rsid w:val="0059254D"/>
    <w:rsid w:val="006407C8"/>
    <w:rsid w:val="00D66962"/>
    <w:rsid w:val="00E36F90"/>
    <w:rsid w:val="00F4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Anna</dc:creator>
  <cp:lastModifiedBy>Renata Bańkowska</cp:lastModifiedBy>
  <cp:revision>6</cp:revision>
  <cp:lastPrinted>2024-12-18T13:43:00Z</cp:lastPrinted>
  <dcterms:created xsi:type="dcterms:W3CDTF">2024-12-18T14:01:00Z</dcterms:created>
  <dcterms:modified xsi:type="dcterms:W3CDTF">2025-05-05T12:12:00Z</dcterms:modified>
</cp:coreProperties>
</file>